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0925153B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 xml:space="preserve">n </w:t>
      </w:r>
      <w:r w:rsidR="0045084C">
        <w:t>zonder k</w:t>
      </w:r>
      <w:r w:rsidR="00060A55">
        <w:t>raangat</w:t>
      </w:r>
      <w:r w:rsidR="0045084C">
        <w:t xml:space="preserve"> zonder</w:t>
      </w:r>
      <w:r w:rsidR="0056122C">
        <w:t xml:space="preserve"> overloop</w:t>
      </w:r>
    </w:p>
    <w:p w14:paraId="62C5223B" w14:textId="355ED868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45084C">
        <w:t xml:space="preserve"> met achteraan</w:t>
      </w:r>
      <w:r w:rsidR="0078187A">
        <w:t xml:space="preserve"> </w:t>
      </w:r>
      <w:r w:rsidR="00060A55">
        <w:t xml:space="preserve">lichte </w:t>
      </w:r>
      <w:r w:rsidR="0078187A">
        <w:t>opstaande rand die na montage zichtbaar blijft</w:t>
      </w:r>
      <w:r w:rsidR="0045084C">
        <w:t>.</w:t>
      </w:r>
    </w:p>
    <w:p w14:paraId="12A0CEE6" w14:textId="5C62E70F" w:rsidR="0045084C" w:rsidRDefault="0045084C" w:rsidP="009A54BB">
      <w:r>
        <w:t>De wastafel is volledig vlak in te bouw</w:t>
      </w:r>
      <w:r w:rsidR="004E4CCC">
        <w:t>en</w:t>
      </w:r>
    </w:p>
    <w:p w14:paraId="3FBF2B44" w14:textId="4952C086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>Uitsparing word gemaakt dmv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4483CF65" w:rsidR="00586B18" w:rsidRPr="00586B18" w:rsidRDefault="0045084C" w:rsidP="00586B18">
      <w:r>
        <w:rPr>
          <w:noProof/>
        </w:rPr>
        <w:drawing>
          <wp:inline distT="0" distB="0" distL="0" distR="0" wp14:anchorId="0FB831B5" wp14:editId="460B3A6E">
            <wp:extent cx="5977255" cy="32423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5C525701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7AF5EDBF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 xml:space="preserve">kraangat </w:t>
    </w:r>
    <w:r w:rsidR="0045084C">
      <w:rPr>
        <w:rFonts w:ascii="Arial" w:hAnsi="Arial" w:cs="Arial"/>
        <w:b/>
        <w:szCs w:val="24"/>
        <w:lang w:val="nl-BE"/>
      </w:rPr>
      <w:t xml:space="preserve">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084C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4CCC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AF6E6EA-E7B8-4C77-9538-3A13A3EAA5F4}"/>
</file>

<file path=customXml/itemProps2.xml><?xml version="1.0" encoding="utf-8"?>
<ds:datastoreItem xmlns:ds="http://schemas.openxmlformats.org/officeDocument/2006/customXml" ds:itemID="{9EAEB74E-3C45-46A8-BC46-513EA153C553}"/>
</file>

<file path=customXml/itemProps3.xml><?xml version="1.0" encoding="utf-8"?>
<ds:datastoreItem xmlns:ds="http://schemas.openxmlformats.org/officeDocument/2006/customXml" ds:itemID="{E6672A45-920B-4670-BFD3-455134DFC70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249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2021-10-29T08:45:00Z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